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EF86" w14:textId="77777777" w:rsidR="00056556" w:rsidRDefault="00056556" w:rsidP="002F7E33">
      <w:pPr>
        <w:pStyle w:val="Titel"/>
        <w:jc w:val="left"/>
        <w:rPr>
          <w:sz w:val="32"/>
        </w:rPr>
      </w:pPr>
    </w:p>
    <w:p w14:paraId="46EE8E91" w14:textId="77777777" w:rsidR="00056556" w:rsidRDefault="00056556" w:rsidP="002F7E33">
      <w:pPr>
        <w:pStyle w:val="Titel"/>
        <w:jc w:val="left"/>
        <w:rPr>
          <w:sz w:val="32"/>
        </w:rPr>
      </w:pPr>
    </w:p>
    <w:p w14:paraId="48E034EE" w14:textId="77777777" w:rsidR="002F7E33" w:rsidRPr="00056556" w:rsidRDefault="002F7E33" w:rsidP="002F7E33">
      <w:pPr>
        <w:pStyle w:val="Titel"/>
        <w:jc w:val="left"/>
        <w:rPr>
          <w:sz w:val="24"/>
          <w:szCs w:val="24"/>
        </w:rPr>
      </w:pPr>
      <w:r w:rsidRPr="00056556">
        <w:rPr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B1AC7DD" wp14:editId="0D723EA2">
                <wp:simplePos x="0" y="0"/>
                <wp:positionH relativeFrom="column">
                  <wp:posOffset>6315075</wp:posOffset>
                </wp:positionH>
                <wp:positionV relativeFrom="paragraph">
                  <wp:posOffset>-714375</wp:posOffset>
                </wp:positionV>
                <wp:extent cx="548640" cy="2377440"/>
                <wp:effectExtent l="0" t="0" r="0" b="444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237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D635B" id="Rectangle 2" o:spid="_x0000_s1026" style="position:absolute;margin-left:497.25pt;margin-top:-56.25pt;width:43.2pt;height:187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" o:allowincell="f" filled="f" stroked="f"/>
            </w:pict>
          </mc:Fallback>
        </mc:AlternateContent>
      </w:r>
      <w:r w:rsidRPr="00056556">
        <w:rPr>
          <w:sz w:val="24"/>
          <w:szCs w:val="24"/>
        </w:rPr>
        <w:t>Anmeldeformular für Mietinteressenten</w:t>
      </w:r>
    </w:p>
    <w:p w14:paraId="5C5B69A6" w14:textId="77777777" w:rsidR="002F7E33" w:rsidRDefault="002F7E33" w:rsidP="002F7E33">
      <w:pPr>
        <w:tabs>
          <w:tab w:val="right" w:pos="9639"/>
        </w:tabs>
        <w:ind w:right="282"/>
        <w:rPr>
          <w:sz w:val="12"/>
          <w:u w:val="single"/>
        </w:rPr>
      </w:pPr>
      <w:r>
        <w:rPr>
          <w:sz w:val="12"/>
          <w:u w:val="single"/>
        </w:rPr>
        <w:tab/>
      </w:r>
    </w:p>
    <w:p w14:paraId="39F0E151" w14:textId="77777777" w:rsidR="002F7E33" w:rsidRDefault="002F7E33" w:rsidP="002F7E33">
      <w:pPr>
        <w:pStyle w:val="Titel"/>
        <w:jc w:val="left"/>
        <w:rPr>
          <w:b w:val="0"/>
          <w:sz w:val="12"/>
        </w:rPr>
      </w:pPr>
    </w:p>
    <w:p w14:paraId="6900BC5C" w14:textId="5595ED89" w:rsidR="002F7E33" w:rsidRDefault="002F7E33" w:rsidP="002F7E33">
      <w:pPr>
        <w:tabs>
          <w:tab w:val="left" w:pos="3544"/>
          <w:tab w:val="right" w:pos="9639"/>
        </w:tabs>
        <w:rPr>
          <w:sz w:val="18"/>
        </w:rPr>
      </w:pPr>
      <w:r>
        <w:rPr>
          <w:sz w:val="18"/>
        </w:rPr>
        <w:t xml:space="preserve">Wohnung: </w:t>
      </w:r>
      <w:r w:rsidR="00066BE8">
        <w:rPr>
          <w:sz w:val="18"/>
        </w:rPr>
        <w:t>3</w:t>
      </w:r>
      <w:r>
        <w:rPr>
          <w:sz w:val="18"/>
        </w:rPr>
        <w:t>-</w:t>
      </w:r>
      <w:proofErr w:type="gramStart"/>
      <w:r>
        <w:rPr>
          <w:sz w:val="18"/>
        </w:rPr>
        <w:t xml:space="preserve">Zimmerwohnung </w:t>
      </w:r>
      <w:r w:rsidR="00066BE8">
        <w:rPr>
          <w:sz w:val="18"/>
        </w:rPr>
        <w:t xml:space="preserve"> </w:t>
      </w:r>
      <w:r>
        <w:rPr>
          <w:sz w:val="18"/>
        </w:rPr>
        <w:t>Nr.</w:t>
      </w:r>
      <w:proofErr w:type="gramEnd"/>
      <w:r>
        <w:rPr>
          <w:sz w:val="18"/>
        </w:rPr>
        <w:t xml:space="preserve"> ___</w:t>
      </w:r>
      <w:r>
        <w:rPr>
          <w:sz w:val="18"/>
        </w:rPr>
        <w:tab/>
        <w:t xml:space="preserve">Strasse: </w:t>
      </w:r>
      <w:r w:rsidR="00066BE8">
        <w:rPr>
          <w:sz w:val="18"/>
        </w:rPr>
        <w:t xml:space="preserve">Josefstrasse 32 </w:t>
      </w:r>
      <w:r>
        <w:rPr>
          <w:sz w:val="18"/>
        </w:rPr>
        <w:t xml:space="preserve">Ort: </w:t>
      </w:r>
      <w:r w:rsidR="00066BE8">
        <w:rPr>
          <w:sz w:val="18"/>
        </w:rPr>
        <w:t>8005 Zürich</w:t>
      </w:r>
    </w:p>
    <w:p w14:paraId="5C4710C1" w14:textId="77777777" w:rsidR="002F7E33" w:rsidRDefault="002F7E33" w:rsidP="002F7E33">
      <w:pPr>
        <w:pStyle w:val="Titel"/>
        <w:jc w:val="left"/>
        <w:rPr>
          <w:b w:val="0"/>
          <w:sz w:val="12"/>
        </w:rPr>
      </w:pPr>
    </w:p>
    <w:p w14:paraId="2D5A9534" w14:textId="74E2901B" w:rsidR="002F7E33" w:rsidRDefault="002F7E33" w:rsidP="002F7E33">
      <w:pPr>
        <w:tabs>
          <w:tab w:val="left" w:pos="1843"/>
          <w:tab w:val="left" w:pos="4678"/>
          <w:tab w:val="right" w:pos="9639"/>
        </w:tabs>
        <w:rPr>
          <w:sz w:val="18"/>
        </w:rPr>
      </w:pPr>
      <w:r>
        <w:rPr>
          <w:sz w:val="18"/>
        </w:rPr>
        <w:t>Stockwerk: _______</w:t>
      </w:r>
      <w:r w:rsidR="00066BE8">
        <w:rPr>
          <w:sz w:val="18"/>
        </w:rPr>
        <w:t xml:space="preserve"> </w:t>
      </w:r>
      <w:r>
        <w:rPr>
          <w:sz w:val="18"/>
        </w:rPr>
        <w:t>Netto-Mietzins: ______________</w:t>
      </w:r>
      <w:r w:rsidR="00066BE8">
        <w:rPr>
          <w:sz w:val="18"/>
        </w:rPr>
        <w:t xml:space="preserve"> </w:t>
      </w:r>
      <w:r>
        <w:rPr>
          <w:sz w:val="18"/>
        </w:rPr>
        <w:t>Nebenkosten: __________</w:t>
      </w:r>
      <w:r w:rsidR="00066BE8">
        <w:rPr>
          <w:sz w:val="18"/>
        </w:rPr>
        <w:t xml:space="preserve"> </w:t>
      </w:r>
      <w:r>
        <w:rPr>
          <w:sz w:val="18"/>
        </w:rPr>
        <w:t>Einzugstermin: ____________</w:t>
      </w:r>
    </w:p>
    <w:p w14:paraId="071AC49C" w14:textId="77777777" w:rsidR="002F7E33" w:rsidRDefault="002F7E33" w:rsidP="002F7E33">
      <w:pPr>
        <w:pStyle w:val="Titel"/>
        <w:jc w:val="left"/>
        <w:rPr>
          <w:b w:val="0"/>
          <w:sz w:val="12"/>
        </w:rPr>
      </w:pPr>
    </w:p>
    <w:p w14:paraId="28F54A8C" w14:textId="2556296D" w:rsidR="002F7E33" w:rsidRDefault="002F7E33" w:rsidP="002F7E33">
      <w:pPr>
        <w:tabs>
          <w:tab w:val="left" w:pos="1843"/>
          <w:tab w:val="left" w:pos="2552"/>
          <w:tab w:val="left" w:pos="3544"/>
          <w:tab w:val="left" w:pos="5387"/>
          <w:tab w:val="left" w:pos="6946"/>
          <w:tab w:val="right" w:pos="10204"/>
        </w:tabs>
        <w:ind w:right="-142"/>
        <w:rPr>
          <w:sz w:val="18"/>
        </w:rPr>
      </w:pPr>
      <w:r>
        <w:rPr>
          <w:sz w:val="18"/>
        </w:rPr>
        <w:t>Garage / Abstellplatz:</w:t>
      </w:r>
      <w:r>
        <w:rPr>
          <w:sz w:val="18"/>
        </w:rPr>
        <w:tab/>
      </w:r>
      <w:r w:rsidR="00B02810">
        <w:rPr>
          <w:sz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="00B02810">
        <w:rPr>
          <w:sz w:val="18"/>
        </w:rPr>
        <w:instrText xml:space="preserve"> FORMCHECKBOX </w:instrText>
      </w:r>
      <w:r w:rsidR="002F1464">
        <w:rPr>
          <w:sz w:val="18"/>
        </w:rPr>
      </w:r>
      <w:r w:rsidR="002F1464">
        <w:rPr>
          <w:sz w:val="18"/>
        </w:rPr>
        <w:fldChar w:fldCharType="separate"/>
      </w:r>
      <w:r w:rsidR="00B02810">
        <w:rPr>
          <w:sz w:val="18"/>
        </w:rPr>
        <w:fldChar w:fldCharType="end"/>
      </w:r>
      <w:bookmarkEnd w:id="0"/>
      <w:r>
        <w:rPr>
          <w:sz w:val="18"/>
        </w:rPr>
        <w:t xml:space="preserve"> Ja</w:t>
      </w:r>
      <w:r>
        <w:rPr>
          <w:sz w:val="18"/>
        </w:rPr>
        <w:tab/>
      </w:r>
      <w:r w:rsidR="00B02810">
        <w:rPr>
          <w:sz w:val="18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2"/>
      <w:r w:rsidR="00B02810">
        <w:rPr>
          <w:sz w:val="18"/>
        </w:rPr>
        <w:instrText xml:space="preserve"> FORMCHECKBOX </w:instrText>
      </w:r>
      <w:r w:rsidR="002F1464">
        <w:rPr>
          <w:sz w:val="18"/>
        </w:rPr>
      </w:r>
      <w:r w:rsidR="002F1464">
        <w:rPr>
          <w:sz w:val="18"/>
        </w:rPr>
        <w:fldChar w:fldCharType="separate"/>
      </w:r>
      <w:r w:rsidR="00B02810">
        <w:rPr>
          <w:sz w:val="18"/>
        </w:rPr>
        <w:fldChar w:fldCharType="end"/>
      </w:r>
      <w:bookmarkEnd w:id="1"/>
      <w:r>
        <w:rPr>
          <w:sz w:val="18"/>
        </w:rPr>
        <w:t xml:space="preserve"> Nein</w:t>
      </w:r>
      <w:r>
        <w:rPr>
          <w:sz w:val="18"/>
        </w:rPr>
        <w:tab/>
      </w:r>
      <w:r w:rsidR="00B02810">
        <w:rPr>
          <w:sz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02810">
        <w:rPr>
          <w:sz w:val="18"/>
        </w:rPr>
        <w:instrText xml:space="preserve"> FORMCHECKBOX </w:instrText>
      </w:r>
      <w:r w:rsidR="002F1464">
        <w:rPr>
          <w:sz w:val="18"/>
        </w:rPr>
      </w:r>
      <w:r w:rsidR="002F1464">
        <w:rPr>
          <w:sz w:val="18"/>
        </w:rPr>
        <w:fldChar w:fldCharType="separate"/>
      </w:r>
      <w:r w:rsidR="00B02810">
        <w:rPr>
          <w:sz w:val="18"/>
        </w:rPr>
        <w:fldChar w:fldCharType="end"/>
      </w:r>
      <w:r>
        <w:rPr>
          <w:sz w:val="18"/>
        </w:rPr>
        <w:t xml:space="preserve"> </w:t>
      </w:r>
      <w:r w:rsidR="00B02810">
        <w:rPr>
          <w:sz w:val="18"/>
        </w:rPr>
        <w:t>Wohnung (max. 2 Personen)</w:t>
      </w:r>
    </w:p>
    <w:p w14:paraId="6539A756" w14:textId="77777777" w:rsidR="002F7E33" w:rsidRDefault="002F7E33" w:rsidP="002F7E33">
      <w:pPr>
        <w:tabs>
          <w:tab w:val="right" w:pos="9639"/>
        </w:tabs>
        <w:rPr>
          <w:sz w:val="12"/>
          <w:u w:val="single"/>
        </w:rPr>
      </w:pPr>
      <w:r>
        <w:rPr>
          <w:sz w:val="12"/>
          <w:u w:val="single"/>
        </w:rPr>
        <w:tab/>
      </w:r>
    </w:p>
    <w:p w14:paraId="6FD57D35" w14:textId="77777777" w:rsidR="002F7E33" w:rsidRDefault="002F7E33" w:rsidP="002F7E33">
      <w:pPr>
        <w:tabs>
          <w:tab w:val="left" w:pos="2835"/>
        </w:tabs>
        <w:ind w:right="282"/>
        <w:rPr>
          <w:sz w:val="12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42"/>
        <w:gridCol w:w="3685"/>
        <w:gridCol w:w="425"/>
        <w:gridCol w:w="1276"/>
        <w:gridCol w:w="2126"/>
      </w:tblGrid>
      <w:tr w:rsidR="002F7E33" w14:paraId="608ED9F4" w14:textId="77777777" w:rsidTr="00A92BB7">
        <w:tc>
          <w:tcPr>
            <w:tcW w:w="2127" w:type="dxa"/>
            <w:gridSpan w:val="2"/>
          </w:tcPr>
          <w:p w14:paraId="6C315AD4" w14:textId="77777777" w:rsidR="002F7E33" w:rsidRDefault="002F7E33" w:rsidP="00D42113">
            <w:pPr>
              <w:tabs>
                <w:tab w:val="left" w:pos="2835"/>
              </w:tabs>
              <w:rPr>
                <w:b/>
                <w:sz w:val="20"/>
              </w:rPr>
            </w:pPr>
          </w:p>
        </w:tc>
        <w:tc>
          <w:tcPr>
            <w:tcW w:w="3685" w:type="dxa"/>
          </w:tcPr>
          <w:p w14:paraId="3C766B88" w14:textId="77777777" w:rsidR="002F7E33" w:rsidRDefault="002F7E33" w:rsidP="00D42113">
            <w:pPr>
              <w:pStyle w:val="berschrift2"/>
            </w:pPr>
            <w:r>
              <w:t>Mietinteressent/-in</w:t>
            </w:r>
          </w:p>
        </w:tc>
        <w:tc>
          <w:tcPr>
            <w:tcW w:w="425" w:type="dxa"/>
          </w:tcPr>
          <w:p w14:paraId="26080544" w14:textId="77777777" w:rsidR="002F7E33" w:rsidRDefault="002F7E33" w:rsidP="00D42113">
            <w:pPr>
              <w:tabs>
                <w:tab w:val="left" w:pos="2835"/>
              </w:tabs>
              <w:rPr>
                <w:b/>
                <w:sz w:val="20"/>
              </w:rPr>
            </w:pPr>
          </w:p>
        </w:tc>
        <w:tc>
          <w:tcPr>
            <w:tcW w:w="3402" w:type="dxa"/>
            <w:gridSpan w:val="2"/>
          </w:tcPr>
          <w:p w14:paraId="1CBED8C6" w14:textId="77777777" w:rsidR="002F7E33" w:rsidRDefault="002F7E33" w:rsidP="00D42113">
            <w:pPr>
              <w:pStyle w:val="berschrift2"/>
            </w:pPr>
            <w:r>
              <w:t>Ehepartner/-in oder Mitmieter/-in</w:t>
            </w:r>
          </w:p>
        </w:tc>
      </w:tr>
      <w:tr w:rsidR="002F7E33" w14:paraId="161462D9" w14:textId="77777777" w:rsidTr="00A92BB7">
        <w:tc>
          <w:tcPr>
            <w:tcW w:w="2127" w:type="dxa"/>
            <w:gridSpan w:val="2"/>
          </w:tcPr>
          <w:p w14:paraId="634C3E0E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Name: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EF585C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2C1B5787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2FF99D4D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766CAF28" w14:textId="77777777" w:rsidTr="00A92BB7">
        <w:tc>
          <w:tcPr>
            <w:tcW w:w="2127" w:type="dxa"/>
            <w:gridSpan w:val="2"/>
          </w:tcPr>
          <w:p w14:paraId="2720EA70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Vorname: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4CE88BB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726030B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38F06E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56D9CBB7" w14:textId="77777777" w:rsidTr="00A92BB7">
        <w:tc>
          <w:tcPr>
            <w:tcW w:w="2127" w:type="dxa"/>
            <w:gridSpan w:val="2"/>
          </w:tcPr>
          <w:p w14:paraId="428893D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Strasse/Nr.: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C9C276D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5DA13A4A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4623D8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0E5D345E" w14:textId="77777777" w:rsidTr="00A92BB7">
        <w:tc>
          <w:tcPr>
            <w:tcW w:w="2127" w:type="dxa"/>
            <w:gridSpan w:val="2"/>
          </w:tcPr>
          <w:p w14:paraId="7C6918CC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PLZ/Ort: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6E94AD6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1EE8CFFB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7F9AA9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43EFA32B" w14:textId="77777777" w:rsidTr="00A92BB7">
        <w:tc>
          <w:tcPr>
            <w:tcW w:w="2127" w:type="dxa"/>
            <w:gridSpan w:val="2"/>
          </w:tcPr>
          <w:p w14:paraId="28AEAE00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Heimatort: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0560426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0EEA10F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9930BD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43AB1A2E" w14:textId="77777777" w:rsidTr="00A92BB7">
        <w:tc>
          <w:tcPr>
            <w:tcW w:w="2127" w:type="dxa"/>
            <w:gridSpan w:val="2"/>
          </w:tcPr>
          <w:p w14:paraId="5B5380A9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Ausländerausweis: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2D7BBDA5" w14:textId="77777777" w:rsidR="002F7E33" w:rsidRDefault="002F7E33" w:rsidP="00D42113">
            <w:pPr>
              <w:tabs>
                <w:tab w:val="left" w:pos="244"/>
                <w:tab w:val="left" w:pos="638"/>
                <w:tab w:val="left" w:pos="922"/>
                <w:tab w:val="left" w:pos="1347"/>
                <w:tab w:val="left" w:pos="1631"/>
                <w:tab w:val="left" w:pos="2056"/>
                <w:tab w:val="left" w:pos="2339"/>
                <w:tab w:val="right" w:pos="3545"/>
              </w:tabs>
              <w:spacing w:before="160"/>
              <w:ind w:left="-57" w:right="-57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2F1464">
              <w:rPr>
                <w:sz w:val="18"/>
              </w:rPr>
            </w:r>
            <w:r w:rsidR="002F1464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ab/>
              <w:t>A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2F1464">
              <w:rPr>
                <w:sz w:val="18"/>
              </w:rPr>
            </w:r>
            <w:r w:rsidR="002F1464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ab/>
              <w:t>B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2F1464">
              <w:rPr>
                <w:sz w:val="18"/>
              </w:rPr>
            </w:r>
            <w:r w:rsidR="002F1464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ab/>
              <w:t>C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</w:rPr>
              <w:instrText xml:space="preserve"> FORMCHECKBOX </w:instrText>
            </w:r>
            <w:r w:rsidR="002F1464">
              <w:rPr>
                <w:sz w:val="18"/>
              </w:rPr>
            </w:r>
            <w:r w:rsidR="002F1464">
              <w:rPr>
                <w:sz w:val="18"/>
              </w:rPr>
              <w:fldChar w:fldCharType="separate"/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ab/>
              <w:t>Andere   _____</w:t>
            </w:r>
          </w:p>
        </w:tc>
        <w:tc>
          <w:tcPr>
            <w:tcW w:w="425" w:type="dxa"/>
          </w:tcPr>
          <w:p w14:paraId="7F272C2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14:paraId="1CD5730A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(Kopie beilegen)</w:t>
            </w:r>
          </w:p>
        </w:tc>
      </w:tr>
      <w:tr w:rsidR="002F7E33" w14:paraId="3851ECE2" w14:textId="77777777" w:rsidTr="00A92BB7">
        <w:tc>
          <w:tcPr>
            <w:tcW w:w="2127" w:type="dxa"/>
            <w:gridSpan w:val="2"/>
          </w:tcPr>
          <w:p w14:paraId="16181E7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Geburtsdatum: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656A210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349414E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2FF3D57D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77A542F2" w14:textId="77777777" w:rsidTr="00A92BB7">
        <w:tc>
          <w:tcPr>
            <w:tcW w:w="2127" w:type="dxa"/>
            <w:gridSpan w:val="2"/>
          </w:tcPr>
          <w:p w14:paraId="39F97717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Zivilstand: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25A70CB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52A5E18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C8EFD3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14F35523" w14:textId="77777777" w:rsidTr="00A92BB7">
        <w:tc>
          <w:tcPr>
            <w:tcW w:w="2127" w:type="dxa"/>
            <w:gridSpan w:val="2"/>
          </w:tcPr>
          <w:p w14:paraId="1A06413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Beruf: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CFFB144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78406DF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C6BAA6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0499FC09" w14:textId="77777777" w:rsidTr="00A92BB7">
        <w:tc>
          <w:tcPr>
            <w:tcW w:w="2127" w:type="dxa"/>
            <w:gridSpan w:val="2"/>
          </w:tcPr>
          <w:p w14:paraId="5615E998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Telefon P/Natel: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1AF49CE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5CAF38A7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1D502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6EBE5DBF" w14:textId="77777777" w:rsidTr="00A92BB7">
        <w:tc>
          <w:tcPr>
            <w:tcW w:w="2127" w:type="dxa"/>
            <w:gridSpan w:val="2"/>
          </w:tcPr>
          <w:p w14:paraId="22669A6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  <w:proofErr w:type="spellStart"/>
            <w:r>
              <w:rPr>
                <w:sz w:val="18"/>
                <w:lang w:val="it-IT"/>
              </w:rPr>
              <w:t>Telefon</w:t>
            </w:r>
            <w:proofErr w:type="spellEnd"/>
            <w:r>
              <w:rPr>
                <w:sz w:val="18"/>
                <w:lang w:val="it-IT"/>
              </w:rPr>
              <w:t xml:space="preserve"> G: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53DE636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</w:p>
        </w:tc>
        <w:tc>
          <w:tcPr>
            <w:tcW w:w="425" w:type="dxa"/>
          </w:tcPr>
          <w:p w14:paraId="42B5976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F53CB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</w:p>
        </w:tc>
      </w:tr>
      <w:tr w:rsidR="002F7E33" w14:paraId="2040E466" w14:textId="77777777" w:rsidTr="00A92BB7">
        <w:tc>
          <w:tcPr>
            <w:tcW w:w="2127" w:type="dxa"/>
            <w:gridSpan w:val="2"/>
          </w:tcPr>
          <w:p w14:paraId="181F61C6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E-Mail: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6F6A64D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</w:p>
        </w:tc>
        <w:tc>
          <w:tcPr>
            <w:tcW w:w="425" w:type="dxa"/>
          </w:tcPr>
          <w:p w14:paraId="3F568262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D4BC18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  <w:lang w:val="it-IT"/>
              </w:rPr>
            </w:pPr>
          </w:p>
        </w:tc>
      </w:tr>
      <w:tr w:rsidR="002F7E33" w14:paraId="47B912CC" w14:textId="77777777" w:rsidTr="00A92BB7">
        <w:tc>
          <w:tcPr>
            <w:tcW w:w="2127" w:type="dxa"/>
            <w:gridSpan w:val="2"/>
          </w:tcPr>
          <w:p w14:paraId="7486E44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Einkommen: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5F1A0E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51B7E2F0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8A039B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115D2CC3" w14:textId="77777777" w:rsidTr="007077BF">
        <w:tc>
          <w:tcPr>
            <w:tcW w:w="2127" w:type="dxa"/>
            <w:gridSpan w:val="2"/>
          </w:tcPr>
          <w:p w14:paraId="2212EC82" w14:textId="72C91C06" w:rsidR="002F7E33" w:rsidRDefault="002F7E33" w:rsidP="00D42113">
            <w:pPr>
              <w:tabs>
                <w:tab w:val="left" w:pos="2268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Haustiere</w:t>
            </w:r>
            <w:r w:rsidR="00A1283D">
              <w:rPr>
                <w:sz w:val="18"/>
              </w:rPr>
              <w:t xml:space="preserve"> / Rauchen</w:t>
            </w:r>
            <w:r>
              <w:rPr>
                <w:sz w:val="18"/>
              </w:rPr>
              <w:t>: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B080D3E" w14:textId="15070CE9" w:rsidR="002F7E33" w:rsidRDefault="00A1283D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Keine Haustiere, Nichtraucherwohnungen.</w:t>
            </w:r>
          </w:p>
        </w:tc>
        <w:tc>
          <w:tcPr>
            <w:tcW w:w="425" w:type="dxa"/>
          </w:tcPr>
          <w:p w14:paraId="0EF0F172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1276" w:type="dxa"/>
          </w:tcPr>
          <w:p w14:paraId="4C6B67CC" w14:textId="7619A0D6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F79DE97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33491C63" w14:textId="77777777" w:rsidTr="007077BF">
        <w:tc>
          <w:tcPr>
            <w:tcW w:w="2127" w:type="dxa"/>
            <w:gridSpan w:val="2"/>
          </w:tcPr>
          <w:p w14:paraId="3E8AE984" w14:textId="0E5F9DA0" w:rsidR="002F7E33" w:rsidRDefault="00B02810" w:rsidP="00D42113">
            <w:pPr>
              <w:tabs>
                <w:tab w:val="left" w:pos="2268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 xml:space="preserve">Erwachsene </w:t>
            </w:r>
            <w:r w:rsidR="002F7E33">
              <w:rPr>
                <w:sz w:val="18"/>
              </w:rPr>
              <w:t>Personen in der Wohnung: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22D3B07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4C3E5FB9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1276" w:type="dxa"/>
          </w:tcPr>
          <w:p w14:paraId="0FEB108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Kinder (Alter):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7E4E59A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737EB414" w14:textId="77777777" w:rsidTr="00A92BB7">
        <w:tc>
          <w:tcPr>
            <w:tcW w:w="2127" w:type="dxa"/>
            <w:gridSpan w:val="2"/>
          </w:tcPr>
          <w:p w14:paraId="16D2DAD5" w14:textId="77777777" w:rsidR="002F7E33" w:rsidRDefault="002F7E33" w:rsidP="00D42113">
            <w:pPr>
              <w:pStyle w:val="berschrift1"/>
              <w:keepNext w:val="0"/>
              <w:spacing w:before="160"/>
            </w:pPr>
            <w:r>
              <w:t>Referenzen</w:t>
            </w:r>
          </w:p>
        </w:tc>
        <w:tc>
          <w:tcPr>
            <w:tcW w:w="3685" w:type="dxa"/>
          </w:tcPr>
          <w:p w14:paraId="3221E13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58C8D709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</w:tcPr>
          <w:p w14:paraId="2BEE63FD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6112E648" w14:textId="77777777" w:rsidTr="00A92BB7">
        <w:tc>
          <w:tcPr>
            <w:tcW w:w="2127" w:type="dxa"/>
            <w:gridSpan w:val="2"/>
          </w:tcPr>
          <w:p w14:paraId="5ECF54EE" w14:textId="77777777" w:rsidR="002F7E33" w:rsidRDefault="002F7E33" w:rsidP="00D42113">
            <w:pPr>
              <w:tabs>
                <w:tab w:val="left" w:pos="2835"/>
              </w:tabs>
              <w:spacing w:before="60"/>
              <w:rPr>
                <w:sz w:val="18"/>
              </w:rPr>
            </w:pPr>
            <w:r>
              <w:rPr>
                <w:sz w:val="18"/>
              </w:rPr>
              <w:t>Arbeitgeber: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2FA1D6E" w14:textId="77777777" w:rsidR="002F7E33" w:rsidRDefault="002F7E33" w:rsidP="00D42113">
            <w:pPr>
              <w:tabs>
                <w:tab w:val="left" w:pos="2835"/>
              </w:tabs>
              <w:spacing w:before="60"/>
              <w:rPr>
                <w:sz w:val="18"/>
              </w:rPr>
            </w:pPr>
          </w:p>
        </w:tc>
        <w:tc>
          <w:tcPr>
            <w:tcW w:w="425" w:type="dxa"/>
          </w:tcPr>
          <w:p w14:paraId="6047DF2C" w14:textId="77777777" w:rsidR="002F7E33" w:rsidRDefault="002F7E33" w:rsidP="00D42113">
            <w:pPr>
              <w:tabs>
                <w:tab w:val="left" w:pos="2835"/>
              </w:tabs>
              <w:spacing w:before="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40498F80" w14:textId="77777777" w:rsidR="002F7E33" w:rsidRDefault="002F7E33" w:rsidP="00D42113">
            <w:pPr>
              <w:tabs>
                <w:tab w:val="left" w:pos="2835"/>
              </w:tabs>
              <w:spacing w:before="60"/>
              <w:rPr>
                <w:sz w:val="18"/>
              </w:rPr>
            </w:pPr>
          </w:p>
        </w:tc>
      </w:tr>
      <w:tr w:rsidR="002F7E33" w14:paraId="206517D7" w14:textId="77777777" w:rsidTr="00A92BB7">
        <w:tc>
          <w:tcPr>
            <w:tcW w:w="2127" w:type="dxa"/>
            <w:gridSpan w:val="2"/>
          </w:tcPr>
          <w:p w14:paraId="2D194E9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Kontaktperson: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EE9E3E8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2DD91353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C71B09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1DEC1B2A" w14:textId="77777777" w:rsidTr="00A92BB7">
        <w:tc>
          <w:tcPr>
            <w:tcW w:w="2127" w:type="dxa"/>
            <w:gridSpan w:val="2"/>
          </w:tcPr>
          <w:p w14:paraId="6150586A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Telefon: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25CB50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19996AD8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A494C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57B85C94" w14:textId="77777777" w:rsidTr="00A92BB7">
        <w:tc>
          <w:tcPr>
            <w:tcW w:w="2127" w:type="dxa"/>
            <w:gridSpan w:val="2"/>
          </w:tcPr>
          <w:p w14:paraId="05DAECA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Heutiger Vermieter: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AB6A18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0B60B65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3F8404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4DC949D1" w14:textId="77777777" w:rsidTr="00A92BB7">
        <w:tc>
          <w:tcPr>
            <w:tcW w:w="2127" w:type="dxa"/>
            <w:gridSpan w:val="2"/>
          </w:tcPr>
          <w:p w14:paraId="56C46C69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Kontaktperson: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87FDF65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6CAA0B1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778229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6D2B21B8" w14:textId="77777777" w:rsidTr="00A92BB7">
        <w:tc>
          <w:tcPr>
            <w:tcW w:w="2127" w:type="dxa"/>
            <w:gridSpan w:val="2"/>
          </w:tcPr>
          <w:p w14:paraId="3E21B87C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Telefon: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EAF338E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</w:tcPr>
          <w:p w14:paraId="1259A582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2F145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45AD998D" w14:textId="77777777" w:rsidTr="00A92BB7">
        <w:tc>
          <w:tcPr>
            <w:tcW w:w="2127" w:type="dxa"/>
            <w:gridSpan w:val="2"/>
          </w:tcPr>
          <w:p w14:paraId="2AB975D3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  <w:r>
              <w:rPr>
                <w:sz w:val="18"/>
              </w:rPr>
              <w:t>Bemerkungen: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7E9DB5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1919C6F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B2EC1" w14:textId="77777777" w:rsidR="002F7E33" w:rsidRDefault="002F7E33" w:rsidP="00D42113">
            <w:pPr>
              <w:tabs>
                <w:tab w:val="left" w:pos="2835"/>
              </w:tabs>
              <w:spacing w:before="160"/>
              <w:rPr>
                <w:sz w:val="18"/>
              </w:rPr>
            </w:pPr>
          </w:p>
        </w:tc>
      </w:tr>
      <w:tr w:rsidR="002F7E33" w14:paraId="354EE958" w14:textId="77777777" w:rsidTr="00A92BB7">
        <w:tc>
          <w:tcPr>
            <w:tcW w:w="1985" w:type="dxa"/>
            <w:tcBorders>
              <w:bottom w:val="single" w:sz="4" w:space="0" w:color="auto"/>
            </w:tcBorders>
          </w:tcPr>
          <w:p w14:paraId="2D489FD4" w14:textId="77777777" w:rsidR="002F7E33" w:rsidRDefault="002F7E33" w:rsidP="00D42113">
            <w:pPr>
              <w:tabs>
                <w:tab w:val="left" w:pos="2835"/>
              </w:tabs>
              <w:spacing w:before="20" w:after="20"/>
              <w:rPr>
                <w:sz w:val="18"/>
              </w:rPr>
            </w:pPr>
            <w:r>
              <w:rPr>
                <w:sz w:val="18"/>
              </w:rPr>
              <w:t>Wie wurden Sie auf uns aufmerksam?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bottom"/>
          </w:tcPr>
          <w:p w14:paraId="562848D4" w14:textId="77777777" w:rsidR="002F7E33" w:rsidRDefault="002F7E33" w:rsidP="00D42113">
            <w:pPr>
              <w:tabs>
                <w:tab w:val="left" w:pos="639"/>
                <w:tab w:val="left" w:pos="2481"/>
                <w:tab w:val="left" w:pos="2765"/>
                <w:tab w:val="left" w:pos="4749"/>
                <w:tab w:val="left" w:pos="5033"/>
              </w:tabs>
              <w:spacing w:before="20"/>
              <w:ind w:left="357"/>
              <w:rPr>
                <w:sz w:val="18"/>
              </w:rPr>
            </w:pPr>
            <w:r>
              <w:rPr>
                <w:sz w:val="18"/>
              </w:rPr>
              <w:sym w:font="Wingdings" w:char="F06F"/>
            </w:r>
            <w:r>
              <w:rPr>
                <w:sz w:val="18"/>
              </w:rPr>
              <w:tab/>
              <w:t>Zeitungsinserat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sym w:font="Wingdings" w:char="F06F"/>
            </w:r>
            <w:r>
              <w:rPr>
                <w:sz w:val="18"/>
              </w:rPr>
              <w:tab/>
              <w:t>Vermietungstafel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sym w:font="Wingdings" w:char="F06F"/>
            </w:r>
            <w:r>
              <w:rPr>
                <w:sz w:val="18"/>
              </w:rPr>
              <w:tab/>
              <w:t>Beziehungsnetz</w:t>
            </w:r>
          </w:p>
          <w:p w14:paraId="627ECB6C" w14:textId="77777777" w:rsidR="002F7E33" w:rsidRDefault="002F7E33" w:rsidP="00D42113">
            <w:pPr>
              <w:tabs>
                <w:tab w:val="left" w:pos="639"/>
                <w:tab w:val="left" w:pos="2481"/>
                <w:tab w:val="left" w:pos="2765"/>
                <w:tab w:val="left" w:pos="4749"/>
                <w:tab w:val="left" w:pos="5033"/>
              </w:tabs>
              <w:spacing w:after="20"/>
              <w:ind w:left="357"/>
              <w:rPr>
                <w:sz w:val="18"/>
              </w:rPr>
            </w:pPr>
            <w:r>
              <w:rPr>
                <w:sz w:val="18"/>
              </w:rPr>
              <w:sym w:font="Wingdings" w:char="F06F"/>
            </w:r>
            <w:r>
              <w:rPr>
                <w:sz w:val="18"/>
              </w:rPr>
              <w:tab/>
              <w:t>Internet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sym w:font="Wingdings" w:char="F06F"/>
            </w:r>
            <w:r>
              <w:rPr>
                <w:sz w:val="18"/>
              </w:rPr>
              <w:tab/>
              <w:t>Telefonanfrage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sym w:font="Wingdings" w:char="F06F"/>
            </w:r>
            <w:r>
              <w:rPr>
                <w:sz w:val="18"/>
              </w:rPr>
              <w:tab/>
              <w:t>Andere</w:t>
            </w:r>
          </w:p>
        </w:tc>
      </w:tr>
    </w:tbl>
    <w:p w14:paraId="2F5A9928" w14:textId="77777777" w:rsidR="002F7E33" w:rsidRDefault="002F7E33" w:rsidP="002F7E33">
      <w:pPr>
        <w:tabs>
          <w:tab w:val="left" w:pos="1843"/>
        </w:tabs>
        <w:rPr>
          <w:sz w:val="12"/>
        </w:rPr>
      </w:pPr>
    </w:p>
    <w:p w14:paraId="7FE0F3EA" w14:textId="77777777" w:rsidR="00066BE8" w:rsidRDefault="002F7E33" w:rsidP="002F7E33">
      <w:pPr>
        <w:pStyle w:val="Blocktext"/>
        <w:ind w:right="0"/>
      </w:pPr>
      <w:r>
        <w:t>Aus Datenschutzgründen sind sämtliche Unterlagen bei Nichtberücksichtigung für die angemeldete Wohnung durch den Vermieter</w:t>
      </w:r>
      <w:r>
        <w:tab/>
      </w:r>
      <w:r>
        <w:sym w:font="Wingdings" w:char="F06F"/>
      </w:r>
      <w:r>
        <w:t xml:space="preserve"> zu vernichten</w:t>
      </w:r>
      <w:r>
        <w:tab/>
      </w:r>
      <w:r>
        <w:sym w:font="Wingdings" w:char="F06F"/>
      </w:r>
      <w:r>
        <w:t xml:space="preserve"> dem/der Bewerber/in zurück zu senden. Wir bitten Sie, diesem Anmeldeformular eine </w:t>
      </w:r>
      <w:r>
        <w:rPr>
          <w:b/>
        </w:rPr>
        <w:t>max. 3 Monate alte Betreibungsauskunft</w:t>
      </w:r>
      <w:r>
        <w:t xml:space="preserve"> Ihrer Wohngemeinde beizulegen. Vor dem Bezug der Wohnung ist ein Garantiedepot von </w:t>
      </w:r>
      <w:r w:rsidR="00066BE8">
        <w:rPr>
          <w:b/>
          <w:bCs/>
        </w:rPr>
        <w:t>3</w:t>
      </w:r>
      <w:r>
        <w:rPr>
          <w:b/>
          <w:bCs/>
        </w:rPr>
        <w:t xml:space="preserve"> </w:t>
      </w:r>
      <w:r>
        <w:rPr>
          <w:b/>
        </w:rPr>
        <w:t>Monatsmieten</w:t>
      </w:r>
      <w:r>
        <w:t xml:space="preserve"> zu leisten. Wird ein aufgrund dieser Anmeldung ausgefertigter Mietvertrag nicht unterzeichnet, ist eine Umtriebsentschädigung von Fr. 100.00 </w:t>
      </w:r>
      <w:r w:rsidR="00066BE8">
        <w:t>z</w:t>
      </w:r>
      <w:r>
        <w:t xml:space="preserve">u bezahlen. </w:t>
      </w:r>
    </w:p>
    <w:p w14:paraId="6686FC65" w14:textId="77777777" w:rsidR="00066BE8" w:rsidRDefault="00066BE8" w:rsidP="002F7E33">
      <w:pPr>
        <w:pStyle w:val="Blocktext"/>
        <w:ind w:right="0"/>
      </w:pPr>
    </w:p>
    <w:p w14:paraId="41B2523F" w14:textId="73FA5B21" w:rsidR="002F7E33" w:rsidRDefault="002F7E33" w:rsidP="002F7E33">
      <w:pPr>
        <w:pStyle w:val="Blocktext"/>
        <w:ind w:right="0"/>
      </w:pPr>
      <w:r>
        <w:t>Der/Die Unterzeichnete bestätigt, dass die obigen Angaben mit den Tatsachen in allen Teilen übereinstimmen und erklärt sich mit dem Einholen von Referenzauskünften und Bedingungen einverstanden.</w:t>
      </w:r>
    </w:p>
    <w:p w14:paraId="710A15FF" w14:textId="77777777" w:rsidR="002F7E33" w:rsidRDefault="002F7E33" w:rsidP="002F7E33">
      <w:pPr>
        <w:tabs>
          <w:tab w:val="left" w:pos="2835"/>
        </w:tabs>
        <w:ind w:left="57"/>
        <w:rPr>
          <w:sz w:val="12"/>
        </w:rPr>
      </w:pPr>
    </w:p>
    <w:p w14:paraId="2AFAD30C" w14:textId="77777777" w:rsidR="00056556" w:rsidRDefault="002F7E33" w:rsidP="002F7E33">
      <w:pPr>
        <w:tabs>
          <w:tab w:val="left" w:pos="1134"/>
          <w:tab w:val="left" w:pos="2835"/>
          <w:tab w:val="left" w:pos="5245"/>
        </w:tabs>
        <w:spacing w:before="60"/>
        <w:ind w:left="57"/>
        <w:rPr>
          <w:sz w:val="18"/>
        </w:rPr>
      </w:pPr>
      <w:r>
        <w:rPr>
          <w:sz w:val="18"/>
        </w:rPr>
        <w:t>Ort, Datum:</w:t>
      </w:r>
      <w:r>
        <w:rPr>
          <w:sz w:val="18"/>
        </w:rPr>
        <w:tab/>
        <w:t>________________________      Unterschriften:</w:t>
      </w:r>
      <w:r>
        <w:rPr>
          <w:sz w:val="18"/>
        </w:rPr>
        <w:tab/>
        <w:t>_____________________________________</w:t>
      </w:r>
    </w:p>
    <w:p w14:paraId="737F2D20" w14:textId="77777777" w:rsidR="00056556" w:rsidRDefault="00056556" w:rsidP="002F7E33">
      <w:pPr>
        <w:tabs>
          <w:tab w:val="left" w:pos="1134"/>
          <w:tab w:val="left" w:pos="2835"/>
          <w:tab w:val="left" w:pos="5245"/>
        </w:tabs>
        <w:spacing w:before="60"/>
        <w:ind w:left="57"/>
        <w:rPr>
          <w:sz w:val="18"/>
        </w:rPr>
      </w:pPr>
    </w:p>
    <w:p w14:paraId="70F3268C" w14:textId="77777777" w:rsidR="00DF0D3A" w:rsidRDefault="002F7E33" w:rsidP="002F7E33">
      <w:pPr>
        <w:tabs>
          <w:tab w:val="left" w:pos="1134"/>
          <w:tab w:val="left" w:pos="2835"/>
          <w:tab w:val="left" w:pos="5245"/>
        </w:tabs>
        <w:spacing w:before="60"/>
        <w:ind w:left="57"/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_____________________________________</w:t>
      </w:r>
    </w:p>
    <w:sectPr w:rsidR="00DF0D3A" w:rsidSect="00056556">
      <w:headerReference w:type="default" r:id="rId6"/>
      <w:pgSz w:w="11906" w:h="16838"/>
      <w:pgMar w:top="1417" w:right="1417" w:bottom="568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674BE" w14:textId="77777777" w:rsidR="002F1464" w:rsidRDefault="002F1464">
      <w:r>
        <w:separator/>
      </w:r>
    </w:p>
  </w:endnote>
  <w:endnote w:type="continuationSeparator" w:id="0">
    <w:p w14:paraId="03F72807" w14:textId="77777777" w:rsidR="002F1464" w:rsidRDefault="002F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E0D3F" w14:textId="77777777" w:rsidR="002F1464" w:rsidRDefault="002F1464">
      <w:r>
        <w:separator/>
      </w:r>
    </w:p>
  </w:footnote>
  <w:footnote w:type="continuationSeparator" w:id="0">
    <w:p w14:paraId="457ECA24" w14:textId="77777777" w:rsidR="002F1464" w:rsidRDefault="002F1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A905" w14:textId="77777777" w:rsidR="00DF0D3A" w:rsidRDefault="00F37777">
    <w:pPr>
      <w:pStyle w:val="Kopf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54A281D" wp14:editId="58F1A372">
          <wp:simplePos x="0" y="0"/>
          <wp:positionH relativeFrom="page">
            <wp:posOffset>8255</wp:posOffset>
          </wp:positionH>
          <wp:positionV relativeFrom="page">
            <wp:posOffset>-30480</wp:posOffset>
          </wp:positionV>
          <wp:extent cx="7588800" cy="1364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ugen_Josefstr32_Briefpapierko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800" cy="13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BB7"/>
    <w:rsid w:val="00056556"/>
    <w:rsid w:val="00066BE8"/>
    <w:rsid w:val="002B1C3B"/>
    <w:rsid w:val="002C0A49"/>
    <w:rsid w:val="002C1312"/>
    <w:rsid w:val="002E2D33"/>
    <w:rsid w:val="002F1464"/>
    <w:rsid w:val="002F7E33"/>
    <w:rsid w:val="00321E50"/>
    <w:rsid w:val="00360A70"/>
    <w:rsid w:val="003E5FEC"/>
    <w:rsid w:val="00492D99"/>
    <w:rsid w:val="005E5DBD"/>
    <w:rsid w:val="006001BE"/>
    <w:rsid w:val="007077BF"/>
    <w:rsid w:val="00802074"/>
    <w:rsid w:val="008E0A1F"/>
    <w:rsid w:val="009431C3"/>
    <w:rsid w:val="00950DA5"/>
    <w:rsid w:val="009C5944"/>
    <w:rsid w:val="009E531B"/>
    <w:rsid w:val="00A1283D"/>
    <w:rsid w:val="00A7284D"/>
    <w:rsid w:val="00A84F22"/>
    <w:rsid w:val="00A92BB7"/>
    <w:rsid w:val="00AD1E9E"/>
    <w:rsid w:val="00B02810"/>
    <w:rsid w:val="00B03BC0"/>
    <w:rsid w:val="00C216E6"/>
    <w:rsid w:val="00C52B1E"/>
    <w:rsid w:val="00C850C3"/>
    <w:rsid w:val="00DF0D3A"/>
    <w:rsid w:val="00EE12FD"/>
    <w:rsid w:val="00F20852"/>
    <w:rsid w:val="00F3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3FAE2FB5"/>
  <w15:docId w15:val="{AD86368D-29E7-4781-8CC5-F66F3695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7E33"/>
    <w:rPr>
      <w:rFonts w:ascii="Arial" w:eastAsia="Times New Roman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F7E33"/>
    <w:pPr>
      <w:keepNext/>
      <w:tabs>
        <w:tab w:val="left" w:pos="2835"/>
      </w:tabs>
      <w:spacing w:before="180"/>
      <w:outlineLvl w:val="0"/>
    </w:pPr>
    <w:rPr>
      <w:b/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2F7E33"/>
    <w:pPr>
      <w:keepNext/>
      <w:tabs>
        <w:tab w:val="left" w:pos="2835"/>
      </w:tabs>
      <w:ind w:left="-57"/>
      <w:outlineLvl w:val="1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Times" w:eastAsia="Times" w:hAnsi="Times"/>
      <w:sz w:val="24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eastAsia="Times" w:hAnsi="Times"/>
      <w:sz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2F7E33"/>
    <w:rPr>
      <w:rFonts w:ascii="Arial" w:eastAsia="Times New Roman" w:hAnsi="Arial"/>
      <w:b/>
      <w:sz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2F7E33"/>
    <w:rPr>
      <w:rFonts w:ascii="Arial" w:eastAsia="Times New Roman" w:hAnsi="Arial"/>
      <w:b/>
      <w:lang w:eastAsia="de-DE"/>
    </w:rPr>
  </w:style>
  <w:style w:type="paragraph" w:styleId="Titel">
    <w:name w:val="Title"/>
    <w:basedOn w:val="Standard"/>
    <w:link w:val="TitelZchn"/>
    <w:qFormat/>
    <w:rsid w:val="002F7E33"/>
    <w:pPr>
      <w:jc w:val="center"/>
    </w:pPr>
    <w:rPr>
      <w:b/>
      <w:sz w:val="44"/>
    </w:rPr>
  </w:style>
  <w:style w:type="character" w:customStyle="1" w:styleId="TitelZchn">
    <w:name w:val="Titel Zchn"/>
    <w:basedOn w:val="Absatz-Standardschriftart"/>
    <w:link w:val="Titel"/>
    <w:rsid w:val="002F7E33"/>
    <w:rPr>
      <w:rFonts w:ascii="Arial" w:eastAsia="Times New Roman" w:hAnsi="Arial"/>
      <w:b/>
      <w:sz w:val="44"/>
      <w:lang w:eastAsia="de-DE"/>
    </w:rPr>
  </w:style>
  <w:style w:type="paragraph" w:customStyle="1" w:styleId="Firmenkopf">
    <w:name w:val="Firmenkopf"/>
    <w:basedOn w:val="Standard"/>
    <w:rsid w:val="002F7E33"/>
    <w:pPr>
      <w:keepNext/>
      <w:keepLines/>
      <w:jc w:val="both"/>
    </w:pPr>
    <w:rPr>
      <w:sz w:val="18"/>
    </w:rPr>
  </w:style>
  <w:style w:type="paragraph" w:styleId="Blocktext">
    <w:name w:val="Block Text"/>
    <w:basedOn w:val="Standard"/>
    <w:rsid w:val="002F7E33"/>
    <w:pPr>
      <w:tabs>
        <w:tab w:val="left" w:pos="1985"/>
        <w:tab w:val="left" w:pos="3544"/>
      </w:tabs>
      <w:ind w:left="57" w:right="424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bgj32Mietinteressent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bgj32Mietinteressenten.dotx</Template>
  <TotalTime>0</TotalTime>
  <Pages>1</Pages>
  <Words>266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Reinhard</cp:lastModifiedBy>
  <cp:revision>3</cp:revision>
  <dcterms:created xsi:type="dcterms:W3CDTF">2022-06-08T18:42:00Z</dcterms:created>
  <dcterms:modified xsi:type="dcterms:W3CDTF">2022-06-14T22:18:00Z</dcterms:modified>
</cp:coreProperties>
</file>